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A6C0C" w14:textId="77777777" w:rsidR="00600721" w:rsidRPr="00B3028F" w:rsidRDefault="00E333D9">
      <w:pPr>
        <w:jc w:val="center"/>
        <w:rPr>
          <w:b/>
          <w:bCs/>
          <w:sz w:val="36"/>
          <w:szCs w:val="32"/>
        </w:rPr>
      </w:pPr>
      <w:r w:rsidRPr="00B3028F">
        <w:rPr>
          <w:rFonts w:hint="eastAsia"/>
          <w:b/>
          <w:bCs/>
          <w:sz w:val="36"/>
          <w:szCs w:val="32"/>
        </w:rPr>
        <w:t>選挙運動用ビラ作成契約届出書</w:t>
      </w:r>
    </w:p>
    <w:p w14:paraId="4D22BAF5" w14:textId="77777777" w:rsidR="00B3028F" w:rsidRPr="00062053" w:rsidRDefault="00B3028F" w:rsidP="00B3028F">
      <w:pPr>
        <w:rPr>
          <w:sz w:val="24"/>
          <w:szCs w:val="22"/>
        </w:rPr>
      </w:pPr>
    </w:p>
    <w:p w14:paraId="486B3965" w14:textId="77777777" w:rsidR="00B3028F" w:rsidRPr="00062053" w:rsidRDefault="00B3028F" w:rsidP="00B3028F">
      <w:pPr>
        <w:jc w:val="right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　　令和　　年　　月　　日</w:t>
      </w:r>
    </w:p>
    <w:p w14:paraId="5485C336" w14:textId="77777777" w:rsidR="00B3028F" w:rsidRPr="00062053" w:rsidRDefault="00B3028F" w:rsidP="00B3028F">
      <w:pPr>
        <w:jc w:val="right"/>
        <w:rPr>
          <w:sz w:val="24"/>
          <w:szCs w:val="24"/>
        </w:rPr>
      </w:pPr>
    </w:p>
    <w:p w14:paraId="2A9EE18F" w14:textId="77777777" w:rsidR="00B3028F" w:rsidRDefault="00B3028F" w:rsidP="00B3028F">
      <w:pPr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　　美浜町選挙管理委員会委員長　様</w:t>
      </w:r>
    </w:p>
    <w:p w14:paraId="5F92A01D" w14:textId="77777777" w:rsidR="00B3028F" w:rsidRPr="00062053" w:rsidRDefault="00B3028F" w:rsidP="00B3028F">
      <w:pPr>
        <w:rPr>
          <w:rFonts w:hint="eastAsia"/>
          <w:sz w:val="24"/>
          <w:szCs w:val="24"/>
        </w:rPr>
      </w:pPr>
    </w:p>
    <w:p w14:paraId="2C3FF6DA" w14:textId="77777777" w:rsidR="00B3028F" w:rsidRDefault="00B3028F" w:rsidP="00B3028F">
      <w:pPr>
        <w:ind w:leftChars="2300" w:left="4830" w:rightChars="497" w:right="1044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>美浜町議会議員選挙</w:t>
      </w:r>
    </w:p>
    <w:p w14:paraId="7898E43F" w14:textId="77777777" w:rsidR="00B3028F" w:rsidRPr="00062053" w:rsidRDefault="00B3028F" w:rsidP="00B3028F">
      <w:pPr>
        <w:ind w:leftChars="2300" w:left="4830" w:rightChars="497" w:right="1044"/>
        <w:rPr>
          <w:rFonts w:hint="eastAsia"/>
          <w:sz w:val="24"/>
          <w:szCs w:val="24"/>
        </w:rPr>
      </w:pPr>
    </w:p>
    <w:p w14:paraId="2CEDE31C" w14:textId="77777777" w:rsidR="00B3028F" w:rsidRPr="00062053" w:rsidRDefault="00B3028F" w:rsidP="00B3028F">
      <w:pPr>
        <w:ind w:leftChars="2300" w:left="4830" w:right="-1"/>
        <w:rPr>
          <w:sz w:val="24"/>
          <w:szCs w:val="24"/>
        </w:rPr>
      </w:pPr>
      <w:r w:rsidRPr="00062053">
        <w:rPr>
          <w:rFonts w:hint="eastAsia"/>
          <w:sz w:val="24"/>
          <w:szCs w:val="24"/>
        </w:rPr>
        <w:t xml:space="preserve">候補者　　　　　　　　　　</w:t>
      </w:r>
    </w:p>
    <w:p w14:paraId="3D2E81D0" w14:textId="77777777" w:rsidR="00B3028F" w:rsidRPr="00062053" w:rsidRDefault="00B3028F" w:rsidP="00B3028F">
      <w:pPr>
        <w:ind w:right="-1"/>
        <w:rPr>
          <w:sz w:val="24"/>
          <w:szCs w:val="24"/>
        </w:rPr>
      </w:pPr>
    </w:p>
    <w:p w14:paraId="3C36DDD5" w14:textId="2F302FE8" w:rsidR="00B3028F" w:rsidRPr="00062053" w:rsidRDefault="00B3028F" w:rsidP="00B3028F">
      <w:pPr>
        <w:ind w:right="-1"/>
        <w:rPr>
          <w:sz w:val="28"/>
          <w:szCs w:val="28"/>
        </w:rPr>
      </w:pPr>
      <w:r w:rsidRPr="00062053">
        <w:rPr>
          <w:rFonts w:hint="eastAsia"/>
          <w:sz w:val="28"/>
          <w:szCs w:val="28"/>
        </w:rPr>
        <w:t xml:space="preserve">　令和8年3月8日執行の美浜町議会議員選挙において、下記のとおり選挙運動用</w:t>
      </w:r>
      <w:r>
        <w:rPr>
          <w:rFonts w:hint="eastAsia"/>
          <w:sz w:val="28"/>
          <w:szCs w:val="28"/>
        </w:rPr>
        <w:t>ビラの作成</w:t>
      </w:r>
      <w:r w:rsidRPr="00062053">
        <w:rPr>
          <w:rFonts w:hint="eastAsia"/>
          <w:sz w:val="28"/>
          <w:szCs w:val="28"/>
        </w:rPr>
        <w:t>契約を締結したので届け出ます。</w:t>
      </w:r>
    </w:p>
    <w:p w14:paraId="11EFFF93" w14:textId="77777777" w:rsidR="00600721" w:rsidRPr="00B3028F" w:rsidRDefault="00600721"/>
    <w:p w14:paraId="401862EF" w14:textId="77777777" w:rsidR="00600721" w:rsidRPr="008B119E" w:rsidRDefault="00E333D9">
      <w:pPr>
        <w:jc w:val="center"/>
      </w:pPr>
      <w:r w:rsidRPr="008B119E">
        <w:rPr>
          <w:rFonts w:hint="eastAsia"/>
        </w:rPr>
        <w:t>記</w:t>
      </w:r>
    </w:p>
    <w:p w14:paraId="029844F8" w14:textId="77777777" w:rsidR="00600721" w:rsidRPr="008B119E" w:rsidRDefault="00600721">
      <w:pPr>
        <w:jc w:val="left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7"/>
        <w:gridCol w:w="3781"/>
        <w:gridCol w:w="1906"/>
        <w:gridCol w:w="1904"/>
      </w:tblGrid>
      <w:tr w:rsidR="00B3028F" w:rsidRPr="008B119E" w14:paraId="4C566699" w14:textId="77777777" w:rsidTr="00B3028F">
        <w:trPr>
          <w:cantSplit/>
          <w:trHeight w:val="515"/>
        </w:trPr>
        <w:tc>
          <w:tcPr>
            <w:tcW w:w="905" w:type="pct"/>
            <w:vMerge w:val="restart"/>
            <w:vAlign w:val="center"/>
          </w:tcPr>
          <w:p w14:paraId="269A7EEA" w14:textId="77777777" w:rsidR="00B3028F" w:rsidRPr="008B119E" w:rsidRDefault="00B3028F">
            <w:pPr>
              <w:jc w:val="center"/>
            </w:pPr>
            <w:r w:rsidRPr="008B119E">
              <w:rPr>
                <w:rFonts w:hint="eastAsia"/>
              </w:rPr>
              <w:t>契約年月日</w:t>
            </w:r>
          </w:p>
        </w:tc>
        <w:tc>
          <w:tcPr>
            <w:tcW w:w="2040" w:type="pct"/>
            <w:vMerge w:val="restart"/>
            <w:vAlign w:val="center"/>
          </w:tcPr>
          <w:p w14:paraId="10039FEB" w14:textId="0B97D9DE" w:rsidR="00B3028F" w:rsidRPr="008B119E" w:rsidRDefault="00B3028F" w:rsidP="00E6075F">
            <w:r w:rsidRPr="00B3028F">
              <w:rPr>
                <w:rFonts w:hint="eastAsia"/>
              </w:rPr>
              <w:t>契約の相手方の住所及び氏名又は名称（法人にあっては、主たる事務所の所在地、名称及び代表者の氏名）</w:t>
            </w:r>
          </w:p>
        </w:tc>
        <w:tc>
          <w:tcPr>
            <w:tcW w:w="2055" w:type="pct"/>
            <w:gridSpan w:val="2"/>
            <w:vAlign w:val="center"/>
          </w:tcPr>
          <w:p w14:paraId="761ABABB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  <w:spacing w:val="105"/>
              </w:rPr>
              <w:t>契約内</w:t>
            </w:r>
            <w:r w:rsidRPr="008B119E">
              <w:rPr>
                <w:rFonts w:hint="eastAsia"/>
              </w:rPr>
              <w:t>容</w:t>
            </w:r>
          </w:p>
        </w:tc>
      </w:tr>
      <w:tr w:rsidR="00B3028F" w:rsidRPr="008B119E" w14:paraId="0BEC5A58" w14:textId="77777777" w:rsidTr="00B3028F">
        <w:trPr>
          <w:cantSplit/>
          <w:trHeight w:val="566"/>
        </w:trPr>
        <w:tc>
          <w:tcPr>
            <w:tcW w:w="905" w:type="pct"/>
            <w:vMerge/>
          </w:tcPr>
          <w:p w14:paraId="29AACB88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Merge/>
          </w:tcPr>
          <w:p w14:paraId="184EF2FB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27CC411B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</w:rPr>
              <w:t>作成契約枚数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14:paraId="61EA6BF1" w14:textId="77777777" w:rsidR="00B3028F" w:rsidRPr="008B119E" w:rsidRDefault="00B3028F" w:rsidP="00310319">
            <w:pPr>
              <w:jc w:val="distribute"/>
            </w:pPr>
            <w:r w:rsidRPr="008B119E">
              <w:rPr>
                <w:rFonts w:hint="eastAsia"/>
              </w:rPr>
              <w:t>作成契約金額</w:t>
            </w:r>
          </w:p>
        </w:tc>
      </w:tr>
      <w:tr w:rsidR="00B3028F" w:rsidRPr="008B119E" w14:paraId="4FD72BFD" w14:textId="77777777" w:rsidTr="00B3028F">
        <w:trPr>
          <w:trHeight w:val="172"/>
        </w:trPr>
        <w:tc>
          <w:tcPr>
            <w:tcW w:w="905" w:type="pct"/>
            <w:vMerge w:val="restart"/>
            <w:vAlign w:val="center"/>
          </w:tcPr>
          <w:p w14:paraId="4AC09928" w14:textId="5B8DC914" w:rsidR="00B3028F" w:rsidRPr="008B119E" w:rsidRDefault="00B3028F" w:rsidP="00660495">
            <w:pPr>
              <w:jc w:val="center"/>
            </w:pPr>
          </w:p>
        </w:tc>
        <w:tc>
          <w:tcPr>
            <w:tcW w:w="2040" w:type="pct"/>
            <w:vMerge w:val="restart"/>
            <w:vAlign w:val="center"/>
          </w:tcPr>
          <w:p w14:paraId="59C073D0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top w:val="single" w:sz="4" w:space="0" w:color="auto"/>
              <w:bottom w:val="nil"/>
            </w:tcBorders>
          </w:tcPr>
          <w:p w14:paraId="770C3C9D" w14:textId="77777777" w:rsidR="00B3028F" w:rsidRPr="008B119E" w:rsidRDefault="00B3028F" w:rsidP="00B3028F">
            <w:pPr>
              <w:jc w:val="right"/>
            </w:pPr>
            <w:r w:rsidRPr="008B119E">
              <w:rPr>
                <w:rFonts w:hint="eastAsia"/>
              </w:rPr>
              <w:t>枚</w:t>
            </w:r>
          </w:p>
        </w:tc>
        <w:tc>
          <w:tcPr>
            <w:tcW w:w="1028" w:type="pct"/>
            <w:tcBorders>
              <w:top w:val="single" w:sz="4" w:space="0" w:color="auto"/>
              <w:bottom w:val="nil"/>
            </w:tcBorders>
          </w:tcPr>
          <w:p w14:paraId="5F32220F" w14:textId="2441454C" w:rsidR="00B3028F" w:rsidRPr="008B119E" w:rsidRDefault="00B3028F" w:rsidP="00B3028F">
            <w:pPr>
              <w:jc w:val="right"/>
            </w:pPr>
            <w:r w:rsidRPr="008B119E">
              <w:rPr>
                <w:rFonts w:hint="eastAsia"/>
              </w:rPr>
              <w:t>円</w:t>
            </w:r>
          </w:p>
        </w:tc>
      </w:tr>
      <w:tr w:rsidR="00B3028F" w:rsidRPr="008B119E" w14:paraId="22D914A5" w14:textId="77777777" w:rsidTr="00B3028F">
        <w:trPr>
          <w:trHeight w:val="1531"/>
        </w:trPr>
        <w:tc>
          <w:tcPr>
            <w:tcW w:w="905" w:type="pct"/>
            <w:vMerge/>
            <w:vAlign w:val="center"/>
          </w:tcPr>
          <w:p w14:paraId="490E6311" w14:textId="77777777" w:rsidR="00B3028F" w:rsidRPr="008B119E" w:rsidRDefault="00B3028F" w:rsidP="00660495">
            <w:pPr>
              <w:jc w:val="center"/>
            </w:pPr>
          </w:p>
        </w:tc>
        <w:tc>
          <w:tcPr>
            <w:tcW w:w="2040" w:type="pct"/>
            <w:vMerge/>
            <w:vAlign w:val="center"/>
          </w:tcPr>
          <w:p w14:paraId="47FB6003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tcBorders>
              <w:top w:val="nil"/>
            </w:tcBorders>
            <w:vAlign w:val="center"/>
          </w:tcPr>
          <w:p w14:paraId="38A16F8D" w14:textId="77777777" w:rsidR="00B3028F" w:rsidRPr="008B119E" w:rsidRDefault="00B3028F" w:rsidP="005A37DC">
            <w:pPr>
              <w:jc w:val="right"/>
              <w:rPr>
                <w:rFonts w:hint="eastAsia"/>
              </w:rPr>
            </w:pPr>
          </w:p>
        </w:tc>
        <w:tc>
          <w:tcPr>
            <w:tcW w:w="1028" w:type="pct"/>
            <w:tcBorders>
              <w:top w:val="nil"/>
            </w:tcBorders>
            <w:vAlign w:val="center"/>
          </w:tcPr>
          <w:p w14:paraId="119F2EF5" w14:textId="1217DDB7" w:rsidR="00B3028F" w:rsidRPr="008B119E" w:rsidRDefault="00B3028F" w:rsidP="005A37DC">
            <w:pPr>
              <w:jc w:val="right"/>
              <w:rPr>
                <w:rFonts w:hint="eastAsia"/>
              </w:rPr>
            </w:pPr>
          </w:p>
        </w:tc>
      </w:tr>
      <w:tr w:rsidR="00B3028F" w:rsidRPr="008B119E" w14:paraId="59093A54" w14:textId="77777777" w:rsidTr="00B3028F">
        <w:trPr>
          <w:trHeight w:val="1701"/>
        </w:trPr>
        <w:tc>
          <w:tcPr>
            <w:tcW w:w="905" w:type="pct"/>
            <w:vAlign w:val="center"/>
          </w:tcPr>
          <w:p w14:paraId="0CBF73E9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Align w:val="center"/>
          </w:tcPr>
          <w:p w14:paraId="27CE73CF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vAlign w:val="center"/>
          </w:tcPr>
          <w:p w14:paraId="363D8E96" w14:textId="77777777" w:rsidR="00B3028F" w:rsidRPr="008B119E" w:rsidRDefault="00B3028F">
            <w:pPr>
              <w:jc w:val="left"/>
            </w:pPr>
          </w:p>
        </w:tc>
        <w:tc>
          <w:tcPr>
            <w:tcW w:w="1027" w:type="pct"/>
            <w:vAlign w:val="center"/>
          </w:tcPr>
          <w:p w14:paraId="7293E7C8" w14:textId="77777777" w:rsidR="00B3028F" w:rsidRPr="008B119E" w:rsidRDefault="00B3028F">
            <w:pPr>
              <w:jc w:val="left"/>
            </w:pPr>
          </w:p>
        </w:tc>
      </w:tr>
      <w:tr w:rsidR="00B3028F" w:rsidRPr="008B119E" w14:paraId="50FF56C1" w14:textId="77777777" w:rsidTr="00B3028F">
        <w:trPr>
          <w:trHeight w:val="1701"/>
        </w:trPr>
        <w:tc>
          <w:tcPr>
            <w:tcW w:w="905" w:type="pct"/>
            <w:vAlign w:val="center"/>
          </w:tcPr>
          <w:p w14:paraId="520F905E" w14:textId="77777777" w:rsidR="00B3028F" w:rsidRPr="008B119E" w:rsidRDefault="00B3028F">
            <w:pPr>
              <w:jc w:val="left"/>
            </w:pPr>
          </w:p>
        </w:tc>
        <w:tc>
          <w:tcPr>
            <w:tcW w:w="2040" w:type="pct"/>
            <w:vAlign w:val="center"/>
          </w:tcPr>
          <w:p w14:paraId="3A22368C" w14:textId="77777777" w:rsidR="00B3028F" w:rsidRPr="008B119E" w:rsidRDefault="00B3028F">
            <w:pPr>
              <w:jc w:val="left"/>
            </w:pPr>
          </w:p>
        </w:tc>
        <w:tc>
          <w:tcPr>
            <w:tcW w:w="1028" w:type="pct"/>
            <w:vAlign w:val="center"/>
          </w:tcPr>
          <w:p w14:paraId="4D936EE0" w14:textId="77777777" w:rsidR="00B3028F" w:rsidRPr="008B119E" w:rsidRDefault="00B3028F">
            <w:pPr>
              <w:jc w:val="left"/>
            </w:pPr>
          </w:p>
        </w:tc>
        <w:tc>
          <w:tcPr>
            <w:tcW w:w="1027" w:type="pct"/>
            <w:vAlign w:val="center"/>
          </w:tcPr>
          <w:p w14:paraId="2C11754C" w14:textId="77777777" w:rsidR="00B3028F" w:rsidRPr="008B119E" w:rsidRDefault="00B3028F">
            <w:pPr>
              <w:jc w:val="left"/>
            </w:pPr>
          </w:p>
        </w:tc>
      </w:tr>
    </w:tbl>
    <w:p w14:paraId="7363447D" w14:textId="4561A12D" w:rsidR="00600721" w:rsidRPr="00B3028F" w:rsidRDefault="00B3028F" w:rsidP="005A37DC">
      <w:pPr>
        <w:jc w:val="left"/>
        <w:rPr>
          <w:sz w:val="16"/>
          <w:szCs w:val="14"/>
        </w:rPr>
      </w:pPr>
      <w:r w:rsidRPr="00B3028F">
        <w:rPr>
          <w:rFonts w:hint="eastAsia"/>
          <w:sz w:val="16"/>
          <w:szCs w:val="14"/>
        </w:rPr>
        <w:t>（</w:t>
      </w:r>
      <w:r w:rsidR="00E333D9" w:rsidRPr="00B3028F">
        <w:rPr>
          <w:rFonts w:hint="eastAsia"/>
          <w:sz w:val="16"/>
          <w:szCs w:val="14"/>
        </w:rPr>
        <w:t>備考</w:t>
      </w:r>
      <w:r w:rsidRPr="00B3028F">
        <w:rPr>
          <w:rFonts w:hint="eastAsia"/>
          <w:sz w:val="16"/>
          <w:szCs w:val="14"/>
        </w:rPr>
        <w:t>）</w:t>
      </w:r>
      <w:r w:rsidR="00E333D9" w:rsidRPr="00B3028F">
        <w:rPr>
          <w:rFonts w:hint="eastAsia"/>
          <w:sz w:val="16"/>
          <w:szCs w:val="14"/>
        </w:rPr>
        <w:t>契約届出書には、契約書の写しを添付</w:t>
      </w:r>
      <w:r w:rsidRPr="00B3028F">
        <w:rPr>
          <w:rFonts w:hint="eastAsia"/>
          <w:sz w:val="16"/>
          <w:szCs w:val="14"/>
        </w:rPr>
        <w:t>すること</w:t>
      </w:r>
      <w:r w:rsidR="00E333D9" w:rsidRPr="00B3028F">
        <w:rPr>
          <w:rFonts w:hint="eastAsia"/>
          <w:sz w:val="16"/>
          <w:szCs w:val="14"/>
        </w:rPr>
        <w:t>。</w:t>
      </w:r>
    </w:p>
    <w:sectPr w:rsidR="00600721" w:rsidRPr="00B3028F" w:rsidSect="00B3028F">
      <w:footerReference w:type="default" r:id="rId6"/>
      <w:pgSz w:w="11906" w:h="16838" w:code="9"/>
      <w:pgMar w:top="1701" w:right="1418" w:bottom="1701" w:left="1418" w:header="284" w:footer="567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A751" w14:textId="77777777" w:rsidR="005B4C8A" w:rsidRDefault="005B4C8A" w:rsidP="008B3E94">
      <w:r>
        <w:separator/>
      </w:r>
    </w:p>
  </w:endnote>
  <w:endnote w:type="continuationSeparator" w:id="0">
    <w:p w14:paraId="0648084F" w14:textId="77777777" w:rsidR="005B4C8A" w:rsidRDefault="005B4C8A" w:rsidP="008B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784C" w14:textId="697CBE0A" w:rsidR="00B3028F" w:rsidRDefault="00B3028F" w:rsidP="00B3028F">
    <w:pPr>
      <w:pStyle w:val="a5"/>
      <w:jc w:val="right"/>
    </w:pPr>
    <w:r w:rsidRPr="00B3028F">
      <w:rPr>
        <w:rFonts w:hint="eastAsia"/>
      </w:rPr>
      <w:t>〔様式</w:t>
    </w:r>
    <w:r w:rsidRPr="00B3028F">
      <w:t>32</w:t>
    </w:r>
    <w:r w:rsidRPr="00B3028F">
      <w:rPr>
        <w:rFonts w:hint="eastAsia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13FF5" w14:textId="77777777" w:rsidR="005B4C8A" w:rsidRDefault="005B4C8A" w:rsidP="008B3E94">
      <w:r>
        <w:separator/>
      </w:r>
    </w:p>
  </w:footnote>
  <w:footnote w:type="continuationSeparator" w:id="0">
    <w:p w14:paraId="36F19BED" w14:textId="77777777" w:rsidR="005B4C8A" w:rsidRDefault="005B4C8A" w:rsidP="008B3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B3E94"/>
    <w:rsid w:val="00092546"/>
    <w:rsid w:val="000B77DB"/>
    <w:rsid w:val="000C1F41"/>
    <w:rsid w:val="00310319"/>
    <w:rsid w:val="00444729"/>
    <w:rsid w:val="005A37DC"/>
    <w:rsid w:val="005B4C8A"/>
    <w:rsid w:val="005B6950"/>
    <w:rsid w:val="00600721"/>
    <w:rsid w:val="00660495"/>
    <w:rsid w:val="00687225"/>
    <w:rsid w:val="006B0EA9"/>
    <w:rsid w:val="00702FAB"/>
    <w:rsid w:val="008B119E"/>
    <w:rsid w:val="008B3E94"/>
    <w:rsid w:val="009776C1"/>
    <w:rsid w:val="00AB3B3F"/>
    <w:rsid w:val="00B3028F"/>
    <w:rsid w:val="00C92FBD"/>
    <w:rsid w:val="00CA5B9E"/>
    <w:rsid w:val="00D638D5"/>
    <w:rsid w:val="00E333D9"/>
    <w:rsid w:val="00E6075F"/>
    <w:rsid w:val="00F7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BDA75"/>
  <w14:defaultImageDpi w14:val="0"/>
  <w15:docId w15:val="{13CA281D-67FF-4B9B-9FFD-7E1465D6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macro" w:locked="1" w:semiHidden="1" w:unhideWhenUsed="1"/>
    <w:lsdException w:name="List Bullet" w:locked="1" w:semiHidden="1" w:unhideWhenUsed="1"/>
    <w:lsdException w:name="List Number" w:locked="1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wamoto\&#12487;&#12473;&#12463;&#12488;&#12483;&#12503;\Template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</Template>
  <TotalTime>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森下秀樹</dc:creator>
  <cp:keywords/>
  <dc:description/>
  <cp:lastModifiedBy>nakase.101</cp:lastModifiedBy>
  <cp:revision>6</cp:revision>
  <cp:lastPrinted>2022-01-21T12:29:00Z</cp:lastPrinted>
  <dcterms:created xsi:type="dcterms:W3CDTF">2022-01-05T05:42:00Z</dcterms:created>
  <dcterms:modified xsi:type="dcterms:W3CDTF">2026-01-11T09:24:00Z</dcterms:modified>
</cp:coreProperties>
</file>